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23" w:rsidRPr="004A2025" w:rsidRDefault="007A4023">
      <w:pPr>
        <w:rPr>
          <w:sz w:val="36"/>
          <w:szCs w:val="36"/>
        </w:rPr>
      </w:pPr>
      <w:r w:rsidRPr="004A2025">
        <w:rPr>
          <w:sz w:val="36"/>
          <w:szCs w:val="36"/>
        </w:rPr>
        <w:t>VENDER AGREEMENT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ORGANIZATION:__________________________________________</w:t>
      </w:r>
      <w:r>
        <w:rPr>
          <w:szCs w:val="24"/>
        </w:rPr>
        <w:t>_____________________________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CONTACT PERSON:________________________________________</w:t>
      </w:r>
      <w:r>
        <w:rPr>
          <w:szCs w:val="24"/>
        </w:rPr>
        <w:t>_____________________________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ADDRESS:_________________________________________________</w:t>
      </w:r>
      <w:r>
        <w:rPr>
          <w:szCs w:val="24"/>
        </w:rPr>
        <w:t>____________________________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CITY, ST, ZIP:______________________________________________</w:t>
      </w:r>
      <w:r>
        <w:rPr>
          <w:szCs w:val="24"/>
        </w:rPr>
        <w:t>_____________________________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TELEPHONE:_______________________________________________</w:t>
      </w:r>
      <w:r>
        <w:rPr>
          <w:szCs w:val="24"/>
        </w:rPr>
        <w:t>____________________________</w:t>
      </w:r>
    </w:p>
    <w:p w:rsidR="007A4023" w:rsidRPr="001640D1" w:rsidRDefault="007A4023" w:rsidP="00226B78">
      <w:pPr>
        <w:jc w:val="left"/>
        <w:rPr>
          <w:szCs w:val="24"/>
        </w:rPr>
      </w:pPr>
      <w:r w:rsidRPr="001640D1">
        <w:rPr>
          <w:szCs w:val="24"/>
        </w:rPr>
        <w:t>E-MAIL:___________________________________________________</w:t>
      </w:r>
      <w:r>
        <w:rPr>
          <w:szCs w:val="24"/>
        </w:rPr>
        <w:t>_____________________________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color w:val="000000"/>
          <w:sz w:val="22"/>
          <w:szCs w:val="22"/>
        </w:rPr>
      </w:pPr>
      <w:r>
        <w:rPr>
          <w:rFonts w:ascii="Optima-Regular" w:hAnsi="Optima-Regular" w:cs="Optima-Regular"/>
          <w:color w:val="000000"/>
          <w:sz w:val="22"/>
          <w:szCs w:val="22"/>
        </w:rPr>
        <w:t>Please provide a brief description of your organization or business and what you plan to do at your booth space(s)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4023" w:rsidRPr="001640D1" w:rsidRDefault="007A4023" w:rsidP="001640D1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b/>
          <w:sz w:val="22"/>
          <w:szCs w:val="22"/>
        </w:rPr>
      </w:pPr>
      <w:r w:rsidRPr="001640D1">
        <w:rPr>
          <w:rFonts w:ascii="Optima-Regular" w:hAnsi="Optima-Regular" w:cs="Optima-Regular"/>
          <w:b/>
          <w:sz w:val="22"/>
          <w:szCs w:val="22"/>
        </w:rPr>
        <w:t xml:space="preserve">The fee for one 10’ X 10’ booth is $75.00, payable to Kinard Junior High. Booth rental is non-refundable. Payment is due at the time of application. Questions can be directed to </w:t>
      </w:r>
      <w:r>
        <w:rPr>
          <w:rFonts w:ascii="Optima-Regular" w:hAnsi="Optima-Regular" w:cs="Optima-Regular"/>
          <w:b/>
          <w:sz w:val="22"/>
          <w:szCs w:val="22"/>
        </w:rPr>
        <w:t>Kathy Ryan at Kinard: 970-488-5400.</w:t>
      </w:r>
    </w:p>
    <w:p w:rsidR="007A4023" w:rsidRPr="001640D1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b/>
          <w:color w:val="000000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 w:rsidRPr="001640D1">
        <w:rPr>
          <w:rFonts w:ascii="Optima-Regular" w:hAnsi="Optima-Regular" w:cs="Optima-Regular"/>
          <w:b/>
          <w:sz w:val="22"/>
          <w:szCs w:val="22"/>
        </w:rPr>
        <w:t>The applicant agrees</w:t>
      </w:r>
      <w:r>
        <w:rPr>
          <w:rFonts w:ascii="Optima-Regular" w:hAnsi="Optima-Regular" w:cs="Optima-Regular"/>
          <w:sz w:val="22"/>
          <w:szCs w:val="22"/>
        </w:rPr>
        <w:t>: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(1) to furnish all equipment, inventory, supplies and personnel necessary to the operation of their and/or their business’/organization’s booth space(s);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(2) to be checked-in and occupying the space(s) assigned to them and/or their business/organization by no later than:______________________ tear down by:____________________________________________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 xml:space="preserve"> 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(3) that failure to check-in and occupy the space(s) assigned to them and/or their business/organization at the above-noted times will result in a forfeiture of their assigned space.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(4) to leave the area clean and clear of refuse and that failure to do so will result in Kinard assessing them a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cleaning fee.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(5) that fees are non-transferable and no booth space may be sublet, reassigned or otherwise transferred to a third party.</w:t>
      </w:r>
    </w:p>
    <w:p w:rsidR="007A4023" w:rsidRPr="006E64A7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 w:rsidRPr="006E64A7">
        <w:rPr>
          <w:rFonts w:ascii="Optima-Regular" w:hAnsi="Optima-Regular" w:cs="Optima-Regular"/>
          <w:sz w:val="22"/>
          <w:szCs w:val="22"/>
        </w:rPr>
        <w:t>(6) You must limit your activities at the Fes</w:t>
      </w:r>
      <w:r>
        <w:rPr>
          <w:rFonts w:ascii="Optima-Regular" w:hAnsi="Optima-Regular" w:cs="Optima-Regular"/>
          <w:sz w:val="22"/>
          <w:szCs w:val="22"/>
        </w:rPr>
        <w:t>tival to those you state on this</w:t>
      </w:r>
      <w:r w:rsidRPr="006E64A7">
        <w:rPr>
          <w:rFonts w:ascii="Optima-Regular" w:hAnsi="Optima-Regular" w:cs="Optima-Regular"/>
          <w:sz w:val="22"/>
          <w:szCs w:val="22"/>
        </w:rPr>
        <w:t xml:space="preserve"> application, which must pertain to your organization/business. You must also limit the conduct of those activities to your booth space(s).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(7) Any distributed product/coupon must be free of charge.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______________________________________________           _________________________________</w:t>
      </w: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Signature</w:t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  <w:t>Date</w:t>
      </w:r>
    </w:p>
    <w:p w:rsidR="007A4023" w:rsidRPr="006E64A7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  <w:r>
        <w:rPr>
          <w:rFonts w:ascii="Optima-Regular" w:hAnsi="Optima-Regular" w:cs="Optima-Regular"/>
          <w:sz w:val="22"/>
          <w:szCs w:val="22"/>
        </w:rPr>
        <w:tab/>
      </w:r>
    </w:p>
    <w:p w:rsidR="007A4023" w:rsidRPr="001640D1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b/>
          <w:sz w:val="22"/>
          <w:szCs w:val="22"/>
        </w:rPr>
      </w:pPr>
      <w:r w:rsidRPr="001640D1">
        <w:rPr>
          <w:rFonts w:ascii="Optima-Regular" w:hAnsi="Optima-Regular" w:cs="Optima-Regular"/>
          <w:b/>
          <w:sz w:val="22"/>
          <w:szCs w:val="22"/>
        </w:rPr>
        <w:t>Kinard agrees:</w:t>
      </w:r>
    </w:p>
    <w:p w:rsidR="007A4023" w:rsidRDefault="007A4023" w:rsidP="006E6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To provide a 10 X 10 space.</w:t>
      </w:r>
    </w:p>
    <w:p w:rsidR="007A4023" w:rsidRPr="006E64A7" w:rsidRDefault="007A4023" w:rsidP="006E64A7">
      <w:pPr>
        <w:autoSpaceDE w:val="0"/>
        <w:autoSpaceDN w:val="0"/>
        <w:adjustRightInd w:val="0"/>
        <w:spacing w:after="0"/>
        <w:ind w:left="36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6E6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To allow vender access to area at 4:00pm on Friday, September 23</w:t>
      </w:r>
      <w:r w:rsidRPr="001B28EB">
        <w:rPr>
          <w:rFonts w:ascii="Optima-Regular" w:hAnsi="Optima-Regular" w:cs="Optima-Regular"/>
          <w:sz w:val="22"/>
          <w:szCs w:val="22"/>
          <w:vertAlign w:val="superscript"/>
        </w:rPr>
        <w:t>rd</w:t>
      </w:r>
      <w:r>
        <w:rPr>
          <w:rFonts w:ascii="Optima-Regular" w:hAnsi="Optima-Regular" w:cs="Optima-Regular"/>
          <w:sz w:val="22"/>
          <w:szCs w:val="22"/>
        </w:rPr>
        <w:t>, 2011</w:t>
      </w:r>
    </w:p>
    <w:p w:rsidR="007A4023" w:rsidRPr="001640D1" w:rsidRDefault="007A4023" w:rsidP="001640D1">
      <w:pPr>
        <w:pStyle w:val="ListParagraph"/>
        <w:rPr>
          <w:rFonts w:ascii="Optima-Regular" w:hAnsi="Optima-Regular" w:cs="Optima-Regular"/>
          <w:sz w:val="22"/>
          <w:szCs w:val="22"/>
        </w:rPr>
      </w:pPr>
    </w:p>
    <w:p w:rsidR="007A4023" w:rsidRPr="006E64A7" w:rsidRDefault="007A4023" w:rsidP="006E64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To provide a table upon request.</w:t>
      </w:r>
    </w:p>
    <w:p w:rsidR="007A4023" w:rsidRDefault="007A4023" w:rsidP="001640D1">
      <w:pPr>
        <w:pStyle w:val="ListParagraph"/>
        <w:jc w:val="both"/>
        <w:rPr>
          <w:rFonts w:ascii="Optima-Regular" w:hAnsi="Optima-Regular" w:cs="Optima-Regular"/>
          <w:sz w:val="22"/>
          <w:szCs w:val="22"/>
        </w:rPr>
      </w:pPr>
    </w:p>
    <w:p w:rsidR="007A4023" w:rsidRPr="004A2025" w:rsidRDefault="007A4023" w:rsidP="004A2025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  <w:r>
        <w:rPr>
          <w:rFonts w:ascii="Optima-Regular" w:hAnsi="Optima-Regular" w:cs="Optima-Regular"/>
          <w:sz w:val="22"/>
          <w:szCs w:val="22"/>
        </w:rPr>
        <w:t>Kinard reserves the right to remove any booth/persons not conducting themselves in an orderly manner that  enhances  the “Karnival’s” overall atmosphere.</w:t>
      </w:r>
    </w:p>
    <w:p w:rsidR="007A4023" w:rsidRDefault="007A4023" w:rsidP="006E64A7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Pr="001640D1" w:rsidRDefault="007A4023" w:rsidP="006E64A7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8"/>
          <w:szCs w:val="28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18"/>
          <w:szCs w:val="18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sz w:val="22"/>
          <w:szCs w:val="22"/>
        </w:rPr>
      </w:pPr>
    </w:p>
    <w:p w:rsidR="007A4023" w:rsidRDefault="007A4023" w:rsidP="00226B78">
      <w:pPr>
        <w:autoSpaceDE w:val="0"/>
        <w:autoSpaceDN w:val="0"/>
        <w:adjustRightInd w:val="0"/>
        <w:spacing w:after="0"/>
        <w:jc w:val="left"/>
        <w:rPr>
          <w:rFonts w:ascii="Optima-Regular" w:hAnsi="Optima-Regular" w:cs="Optima-Regular"/>
          <w:color w:val="000000"/>
          <w:sz w:val="22"/>
          <w:szCs w:val="22"/>
        </w:rPr>
      </w:pPr>
    </w:p>
    <w:p w:rsidR="007A4023" w:rsidRPr="00226B78" w:rsidRDefault="007A4023" w:rsidP="00226B78">
      <w:pPr>
        <w:jc w:val="left"/>
        <w:rPr>
          <w:sz w:val="32"/>
          <w:szCs w:val="32"/>
        </w:rPr>
      </w:pPr>
    </w:p>
    <w:sectPr w:rsidR="007A4023" w:rsidRPr="00226B78" w:rsidSect="004A2025">
      <w:pgSz w:w="12240" w:h="15840" w:code="1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tima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700CB"/>
    <w:multiLevelType w:val="hybridMultilevel"/>
    <w:tmpl w:val="91AE47BC"/>
    <w:lvl w:ilvl="0" w:tplc="60DEB02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B78"/>
    <w:rsid w:val="0002499D"/>
    <w:rsid w:val="0005018A"/>
    <w:rsid w:val="000D6A99"/>
    <w:rsid w:val="00140C72"/>
    <w:rsid w:val="001640D1"/>
    <w:rsid w:val="00176C99"/>
    <w:rsid w:val="001A1F87"/>
    <w:rsid w:val="001B28EB"/>
    <w:rsid w:val="002107FA"/>
    <w:rsid w:val="00226B78"/>
    <w:rsid w:val="002B4925"/>
    <w:rsid w:val="00305BBB"/>
    <w:rsid w:val="004A2025"/>
    <w:rsid w:val="00651FC1"/>
    <w:rsid w:val="006E64A7"/>
    <w:rsid w:val="006F475C"/>
    <w:rsid w:val="007A4023"/>
    <w:rsid w:val="00983DBF"/>
    <w:rsid w:val="00A027D0"/>
    <w:rsid w:val="00B85A02"/>
    <w:rsid w:val="00C158F7"/>
    <w:rsid w:val="00D31179"/>
    <w:rsid w:val="00EA702D"/>
    <w:rsid w:val="00F4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BF"/>
    <w:pPr>
      <w:spacing w:after="200"/>
      <w:jc w:val="center"/>
    </w:pPr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64A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407</Words>
  <Characters>2326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VENDER AGREEMENT</dc:title>
  <dc:subject/>
  <dc:creator>byron</dc:creator>
  <cp:keywords/>
  <dc:description/>
  <cp:lastModifiedBy>Information Technology</cp:lastModifiedBy>
  <cp:revision>2</cp:revision>
  <cp:lastPrinted>2008-08-25T22:50:00Z</cp:lastPrinted>
  <dcterms:created xsi:type="dcterms:W3CDTF">2011-05-18T20:29:00Z</dcterms:created>
  <dcterms:modified xsi:type="dcterms:W3CDTF">2011-05-18T20:29:00Z</dcterms:modified>
</cp:coreProperties>
</file>